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BD50DFE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753512">
        <w:rPr>
          <w:b/>
          <w:color w:val="FF5200" w:themeColor="accent2"/>
          <w:sz w:val="36"/>
          <w:szCs w:val="36"/>
        </w:rPr>
        <w:t>názvem „</w:t>
      </w:r>
      <w:r w:rsidR="00753512" w:rsidRPr="00753512">
        <w:rPr>
          <w:b/>
          <w:color w:val="FF5200" w:themeColor="accent2"/>
          <w:sz w:val="36"/>
          <w:szCs w:val="36"/>
        </w:rPr>
        <w:t>Zajištění</w:t>
      </w:r>
      <w:r w:rsidR="00753512" w:rsidRPr="00882744">
        <w:rPr>
          <w:b/>
          <w:color w:val="FF5200" w:themeColor="accent2"/>
          <w:sz w:val="36"/>
          <w:szCs w:val="36"/>
        </w:rPr>
        <w:t xml:space="preserve"> koupě prezentačního stánku/promo přívěsu pro konání akcí v rámci komunikační kampaně pro výstavbu vysokorychlostních tratí a s tím souvisejících projektů Správy železnic“ vedené pod </w:t>
      </w:r>
      <w:r w:rsidR="00753512" w:rsidRPr="0088274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 30614/2022-SŽ-GŘ-O8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B7C857C" w14:textId="77777777" w:rsidR="00D6480D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1319A537" w14:textId="021A01C2" w:rsidR="00D6480D" w:rsidRDefault="00D6480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391531" w:history="1">
            <w:r w:rsidRPr="00696874">
              <w:rPr>
                <w:rStyle w:val="Hypertextovodkaz"/>
                <w:noProof/>
              </w:rPr>
              <w:t>Kapitola 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696874">
              <w:rPr>
                <w:rStyle w:val="Hypertextovodkaz"/>
                <w:noProof/>
              </w:rPr>
              <w:t>Základní údaje k nabídce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_Toc102391531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E3E72D" w14:textId="15E34AA6" w:rsidR="00D6480D" w:rsidRDefault="004907F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391532" w:history="1">
            <w:r w:rsidR="00D6480D" w:rsidRPr="00696874">
              <w:rPr>
                <w:rStyle w:val="Hypertextovodkaz"/>
                <w:noProof/>
              </w:rPr>
              <w:t>Kapitola 2.</w:t>
            </w:r>
            <w:r w:rsidR="00D6480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6480D" w:rsidRPr="00696874">
              <w:rPr>
                <w:rStyle w:val="Hypertextovodkaz"/>
                <w:noProof/>
              </w:rPr>
              <w:t>Čestné prohlášení o splnění základní způsobilosti</w:t>
            </w:r>
            <w:r w:rsidR="00D6480D">
              <w:rPr>
                <w:noProof/>
                <w:webHidden/>
              </w:rPr>
              <w:tab/>
            </w:r>
            <w:r w:rsidR="00D6480D">
              <w:rPr>
                <w:noProof/>
                <w:webHidden/>
              </w:rPr>
              <w:fldChar w:fldCharType="begin"/>
            </w:r>
            <w:r w:rsidR="00D6480D">
              <w:rPr>
                <w:noProof/>
                <w:webHidden/>
              </w:rPr>
              <w:instrText xml:space="preserve"> PAGEREF _Toc102391532 \h </w:instrText>
            </w:r>
            <w:r w:rsidR="00D6480D">
              <w:rPr>
                <w:noProof/>
                <w:webHidden/>
              </w:rPr>
            </w:r>
            <w:r w:rsidR="00D6480D">
              <w:rPr>
                <w:noProof/>
                <w:webHidden/>
              </w:rPr>
              <w:fldChar w:fldCharType="separate"/>
            </w:r>
            <w:r w:rsidR="00D6480D">
              <w:rPr>
                <w:noProof/>
                <w:webHidden/>
              </w:rPr>
              <w:t>3</w:t>
            </w:r>
            <w:r w:rsidR="00D6480D">
              <w:rPr>
                <w:noProof/>
                <w:webHidden/>
              </w:rPr>
              <w:fldChar w:fldCharType="end"/>
            </w:r>
          </w:hyperlink>
        </w:p>
        <w:p w14:paraId="17288C08" w14:textId="7B3EDC04" w:rsidR="00D6480D" w:rsidRDefault="004907F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391533" w:history="1">
            <w:r w:rsidR="00D6480D" w:rsidRPr="00696874">
              <w:rPr>
                <w:rStyle w:val="Hypertextovodkaz"/>
                <w:noProof/>
              </w:rPr>
              <w:t>Kapitola 3.</w:t>
            </w:r>
            <w:r w:rsidR="00D6480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6480D" w:rsidRPr="00696874">
              <w:rPr>
                <w:rStyle w:val="Hypertextovodkaz"/>
                <w:noProof/>
              </w:rPr>
              <w:t>Čestné prohlášení účastníka o střetu zájmů</w:t>
            </w:r>
            <w:r w:rsidR="00D6480D">
              <w:rPr>
                <w:noProof/>
                <w:webHidden/>
              </w:rPr>
              <w:tab/>
            </w:r>
            <w:r w:rsidR="00D6480D">
              <w:rPr>
                <w:noProof/>
                <w:webHidden/>
              </w:rPr>
              <w:fldChar w:fldCharType="begin"/>
            </w:r>
            <w:r w:rsidR="00D6480D">
              <w:rPr>
                <w:noProof/>
                <w:webHidden/>
              </w:rPr>
              <w:instrText xml:space="preserve"> PAGEREF _Toc102391533 \h </w:instrText>
            </w:r>
            <w:r w:rsidR="00D6480D">
              <w:rPr>
                <w:noProof/>
                <w:webHidden/>
              </w:rPr>
            </w:r>
            <w:r w:rsidR="00D6480D">
              <w:rPr>
                <w:noProof/>
                <w:webHidden/>
              </w:rPr>
              <w:fldChar w:fldCharType="separate"/>
            </w:r>
            <w:r w:rsidR="00D6480D">
              <w:rPr>
                <w:noProof/>
                <w:webHidden/>
              </w:rPr>
              <w:t>4</w:t>
            </w:r>
            <w:r w:rsidR="00D6480D">
              <w:rPr>
                <w:noProof/>
                <w:webHidden/>
              </w:rPr>
              <w:fldChar w:fldCharType="end"/>
            </w:r>
          </w:hyperlink>
        </w:p>
        <w:p w14:paraId="0990CADA" w14:textId="4BC1BF51" w:rsidR="00D6480D" w:rsidRDefault="004907F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391534" w:history="1">
            <w:r w:rsidR="00D6480D" w:rsidRPr="00696874">
              <w:rPr>
                <w:rStyle w:val="Hypertextovodkaz"/>
                <w:noProof/>
              </w:rPr>
              <w:t>Kapitola 4.</w:t>
            </w:r>
            <w:r w:rsidR="00D6480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6480D" w:rsidRPr="00696874">
              <w:rPr>
                <w:rStyle w:val="Hypertextovodkaz"/>
                <w:noProof/>
              </w:rPr>
              <w:t>Čestné prohlášení účastníka k neuzavření zakázaných dohod</w:t>
            </w:r>
            <w:r w:rsidR="00D6480D">
              <w:rPr>
                <w:noProof/>
                <w:webHidden/>
              </w:rPr>
              <w:tab/>
            </w:r>
            <w:r w:rsidR="00D6480D">
              <w:rPr>
                <w:noProof/>
                <w:webHidden/>
              </w:rPr>
              <w:fldChar w:fldCharType="begin"/>
            </w:r>
            <w:r w:rsidR="00D6480D">
              <w:rPr>
                <w:noProof/>
                <w:webHidden/>
              </w:rPr>
              <w:instrText xml:space="preserve"> PAGEREF _Toc102391534 \h </w:instrText>
            </w:r>
            <w:r w:rsidR="00D6480D">
              <w:rPr>
                <w:noProof/>
                <w:webHidden/>
              </w:rPr>
            </w:r>
            <w:r w:rsidR="00D6480D">
              <w:rPr>
                <w:noProof/>
                <w:webHidden/>
              </w:rPr>
              <w:fldChar w:fldCharType="separate"/>
            </w:r>
            <w:r w:rsidR="00D6480D">
              <w:rPr>
                <w:noProof/>
                <w:webHidden/>
              </w:rPr>
              <w:t>5</w:t>
            </w:r>
            <w:r w:rsidR="00D6480D">
              <w:rPr>
                <w:noProof/>
                <w:webHidden/>
              </w:rPr>
              <w:fldChar w:fldCharType="end"/>
            </w:r>
          </w:hyperlink>
        </w:p>
        <w:p w14:paraId="12C2CCAA" w14:textId="7C5A2110" w:rsidR="00D6480D" w:rsidRDefault="004907F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391535" w:history="1">
            <w:r w:rsidR="00D6480D" w:rsidRPr="00696874">
              <w:rPr>
                <w:rStyle w:val="Hypertextovodkaz"/>
                <w:noProof/>
              </w:rPr>
              <w:t>Kapitola 5.</w:t>
            </w:r>
            <w:r w:rsidR="00D6480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6480D" w:rsidRPr="00696874">
              <w:rPr>
                <w:rStyle w:val="Hypertextovodkaz"/>
                <w:noProof/>
              </w:rPr>
              <w:t>Čestné prohlášení o splnění technické kvalifikace</w:t>
            </w:r>
            <w:r w:rsidR="00D6480D">
              <w:rPr>
                <w:noProof/>
                <w:webHidden/>
              </w:rPr>
              <w:tab/>
            </w:r>
            <w:r w:rsidR="00D6480D">
              <w:rPr>
                <w:noProof/>
                <w:webHidden/>
              </w:rPr>
              <w:fldChar w:fldCharType="begin"/>
            </w:r>
            <w:r w:rsidR="00D6480D">
              <w:rPr>
                <w:noProof/>
                <w:webHidden/>
              </w:rPr>
              <w:instrText xml:space="preserve"> PAGEREF _Toc102391535 \h </w:instrText>
            </w:r>
            <w:r w:rsidR="00D6480D">
              <w:rPr>
                <w:noProof/>
                <w:webHidden/>
              </w:rPr>
            </w:r>
            <w:r w:rsidR="00D6480D">
              <w:rPr>
                <w:noProof/>
                <w:webHidden/>
              </w:rPr>
              <w:fldChar w:fldCharType="separate"/>
            </w:r>
            <w:r w:rsidR="00D6480D">
              <w:rPr>
                <w:noProof/>
                <w:webHidden/>
              </w:rPr>
              <w:t>6</w:t>
            </w:r>
            <w:r w:rsidR="00D6480D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02391531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1EDE47F3" w:rsidR="00A93A74" w:rsidRDefault="00A93A74" w:rsidP="008B1A2C">
      <w:r w:rsidRPr="00753512">
        <w:t xml:space="preserve">Účastník prohlašuje, že veškeré údaje uvedené v tomto krycím listu, který je přílohou č. </w:t>
      </w:r>
      <w:r w:rsidR="00B87D91" w:rsidRPr="00753512">
        <w:t xml:space="preserve">1 </w:t>
      </w:r>
      <w:r w:rsidRPr="00753512">
        <w:t>Výzvy k podání nabíd</w:t>
      </w:r>
      <w:r w:rsidR="004C76E9" w:rsidRPr="00753512">
        <w:t>ky</w:t>
      </w:r>
      <w:r w:rsidRPr="00753512">
        <w:t xml:space="preserve"> na veřejnou zakázku zadávanou</w:t>
      </w:r>
      <w:r w:rsidR="004C76E9" w:rsidRPr="00753512">
        <w:t xml:space="preserve"> jako </w:t>
      </w:r>
      <w:r w:rsidR="000128D4" w:rsidRPr="00753512">
        <w:rPr>
          <w:rFonts w:eastAsia="Times New Roman" w:cs="Times New Roman"/>
          <w:lang w:eastAsia="cs-CZ"/>
        </w:rPr>
        <w:t>veřejnou zakázku malého rozsahu</w:t>
      </w:r>
      <w:r w:rsidRPr="00753512">
        <w:t>, jsou pravdivé</w:t>
      </w:r>
      <w:r w:rsidR="009771C9" w:rsidRPr="00753512">
        <w:t>, úplné a odpovídají skutečnosti</w:t>
      </w:r>
      <w:r w:rsidRPr="00753512">
        <w:t>. Účastník si je vědom důsledků záměrného uvedení</w:t>
      </w:r>
      <w:r>
        <w:t xml:space="preserve">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252A7693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2CB34886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74F1F9BE" w14:textId="3F27906E" w:rsidR="00753512" w:rsidRDefault="00753512" w:rsidP="00996617">
      <w:pPr>
        <w:tabs>
          <w:tab w:val="left" w:pos="7125"/>
        </w:tabs>
        <w:spacing w:after="0"/>
      </w:pPr>
    </w:p>
    <w:p w14:paraId="6BDC941D" w14:textId="4EDDDDA9" w:rsidR="00753512" w:rsidRDefault="00753512" w:rsidP="00996617">
      <w:pPr>
        <w:tabs>
          <w:tab w:val="left" w:pos="7125"/>
        </w:tabs>
        <w:spacing w:after="0"/>
      </w:pPr>
    </w:p>
    <w:p w14:paraId="308D703E" w14:textId="1DB6BFC9" w:rsidR="00753512" w:rsidRDefault="00753512" w:rsidP="00996617">
      <w:pPr>
        <w:tabs>
          <w:tab w:val="left" w:pos="7125"/>
        </w:tabs>
        <w:spacing w:after="0"/>
      </w:pPr>
    </w:p>
    <w:p w14:paraId="06E84A54" w14:textId="5719BD23" w:rsidR="00753512" w:rsidRDefault="00753512" w:rsidP="00996617">
      <w:pPr>
        <w:tabs>
          <w:tab w:val="left" w:pos="7125"/>
        </w:tabs>
        <w:spacing w:after="0"/>
      </w:pPr>
    </w:p>
    <w:p w14:paraId="1179D244" w14:textId="4F1135F9" w:rsidR="00753512" w:rsidRDefault="00753512" w:rsidP="00996617">
      <w:pPr>
        <w:tabs>
          <w:tab w:val="left" w:pos="7125"/>
        </w:tabs>
        <w:spacing w:after="0"/>
      </w:pPr>
    </w:p>
    <w:p w14:paraId="62506526" w14:textId="4F3164CF" w:rsidR="00753512" w:rsidRDefault="00753512" w:rsidP="00996617">
      <w:pPr>
        <w:tabs>
          <w:tab w:val="left" w:pos="7125"/>
        </w:tabs>
        <w:spacing w:after="0"/>
      </w:pPr>
    </w:p>
    <w:p w14:paraId="34F537D6" w14:textId="05596714" w:rsidR="00753512" w:rsidRDefault="00753512" w:rsidP="00996617">
      <w:pPr>
        <w:tabs>
          <w:tab w:val="left" w:pos="7125"/>
        </w:tabs>
        <w:spacing w:after="0"/>
      </w:pPr>
    </w:p>
    <w:p w14:paraId="51D4248F" w14:textId="471B7CA5" w:rsidR="00753512" w:rsidRDefault="00753512" w:rsidP="00996617">
      <w:pPr>
        <w:tabs>
          <w:tab w:val="left" w:pos="7125"/>
        </w:tabs>
        <w:spacing w:after="0"/>
      </w:pPr>
    </w:p>
    <w:p w14:paraId="0489978B" w14:textId="72B4AAB5" w:rsidR="00753512" w:rsidRDefault="00753512" w:rsidP="00996617">
      <w:pPr>
        <w:tabs>
          <w:tab w:val="left" w:pos="7125"/>
        </w:tabs>
        <w:spacing w:after="0"/>
      </w:pPr>
    </w:p>
    <w:p w14:paraId="1805CA82" w14:textId="4936D7B0" w:rsidR="00753512" w:rsidRDefault="00753512" w:rsidP="00996617">
      <w:pPr>
        <w:tabs>
          <w:tab w:val="left" w:pos="7125"/>
        </w:tabs>
        <w:spacing w:after="0"/>
      </w:pPr>
    </w:p>
    <w:p w14:paraId="4A2B009A" w14:textId="0C72A432" w:rsidR="00753512" w:rsidRDefault="00753512" w:rsidP="00996617">
      <w:pPr>
        <w:tabs>
          <w:tab w:val="left" w:pos="7125"/>
        </w:tabs>
        <w:spacing w:after="0"/>
      </w:pP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4907F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4907F1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02391532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5A85AAB1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0239153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753512">
        <w:rPr>
          <w:rFonts w:eastAsia="Times New Roman" w:cs="Times New Roman"/>
          <w:lang w:eastAsia="cs-CZ"/>
        </w:rPr>
        <w:t xml:space="preserve">tuto </w:t>
      </w:r>
      <w:r w:rsidR="00A327CB" w:rsidRPr="00753512">
        <w:rPr>
          <w:rFonts w:eastAsia="Times New Roman" w:cs="Times New Roman"/>
          <w:lang w:eastAsia="cs-CZ"/>
        </w:rPr>
        <w:t>nabídku,</w:t>
      </w:r>
      <w:r w:rsidR="00A327CB" w:rsidRPr="00A327CB">
        <w:rPr>
          <w:rFonts w:eastAsia="Times New Roman" w:cs="Times New Roman"/>
          <w:lang w:eastAsia="cs-CZ"/>
        </w:rPr>
        <w:t xml:space="preserve">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02391534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02391535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71E2DD5F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 xml:space="preserve">nabídku, </w:t>
      </w:r>
      <w:r w:rsidR="00E85D44" w:rsidRPr="00753512">
        <w:rPr>
          <w:rFonts w:eastAsia="Times New Roman" w:cs="Times New Roman"/>
          <w:lang w:eastAsia="cs-CZ"/>
        </w:rPr>
        <w:t xml:space="preserve">tímto čestně prohlašuje, že za poslední 3 roky před zahájením zadávacího řízení poskytoval alespoň </w:t>
      </w:r>
      <w:r w:rsidR="00753512" w:rsidRPr="00753512">
        <w:rPr>
          <w:rFonts w:eastAsia="Times New Roman" w:cs="Times New Roman"/>
          <w:lang w:eastAsia="cs-CZ"/>
        </w:rPr>
        <w:t>2 významné dodávky definované</w:t>
      </w:r>
      <w:r w:rsidR="00E85D44" w:rsidRPr="00753512">
        <w:rPr>
          <w:rFonts w:eastAsia="Times New Roman" w:cs="Times New Roman"/>
          <w:lang w:eastAsia="cs-CZ"/>
        </w:rPr>
        <w:t xml:space="preserve"> v čl. </w:t>
      </w:r>
      <w:r w:rsidR="00753512" w:rsidRPr="00753512">
        <w:rPr>
          <w:rFonts w:eastAsia="Times New Roman" w:cs="Times New Roman"/>
          <w:lang w:eastAsia="cs-CZ"/>
        </w:rPr>
        <w:t>7.5</w:t>
      </w:r>
      <w:r w:rsidR="00E85D44" w:rsidRPr="00753512">
        <w:rPr>
          <w:rFonts w:eastAsia="Times New Roman" w:cs="Times New Roman"/>
          <w:lang w:eastAsia="cs-CZ"/>
        </w:rPr>
        <w:t xml:space="preserve"> </w:t>
      </w:r>
      <w:r w:rsidR="00B87D91" w:rsidRPr="00753512">
        <w:rPr>
          <w:rFonts w:eastAsia="Times New Roman" w:cs="Times New Roman"/>
          <w:lang w:eastAsia="cs-CZ"/>
        </w:rPr>
        <w:t>V</w:t>
      </w:r>
      <w:r w:rsidR="00E85D44" w:rsidRPr="00753512">
        <w:rPr>
          <w:rFonts w:eastAsia="Times New Roman" w:cs="Times New Roman"/>
          <w:lang w:eastAsia="cs-CZ"/>
        </w:rPr>
        <w:t>ýzvy k podá</w:t>
      </w:r>
      <w:r w:rsidR="004907F1">
        <w:rPr>
          <w:rFonts w:eastAsia="Times New Roman" w:cs="Times New Roman"/>
          <w:lang w:eastAsia="cs-CZ"/>
        </w:rPr>
        <w:t>ní nabídky v</w:t>
      </w:r>
      <w:bookmarkStart w:id="5" w:name="_GoBack"/>
      <w:bookmarkEnd w:id="5"/>
      <w:r w:rsidR="00E85D44" w:rsidRPr="00753512">
        <w:rPr>
          <w:rFonts w:eastAsia="Times New Roman" w:cs="Times New Roman"/>
          <w:lang w:eastAsia="cs-CZ"/>
        </w:rPr>
        <w:t xml:space="preserve"> hodnotě </w:t>
      </w:r>
      <w:r w:rsidR="00753512" w:rsidRPr="00753512">
        <w:rPr>
          <w:rFonts w:eastAsia="Times New Roman" w:cs="Times New Roman"/>
          <w:lang w:eastAsia="cs-CZ"/>
        </w:rPr>
        <w:t>850 000</w:t>
      </w:r>
      <w:r w:rsidR="00E85D44" w:rsidRPr="00753512">
        <w:rPr>
          <w:rFonts w:eastAsia="Times New Roman" w:cs="Times New Roman"/>
          <w:lang w:eastAsia="cs-CZ"/>
        </w:rPr>
        <w:t xml:space="preserve"> Kč bez</w:t>
      </w:r>
      <w:r w:rsidR="00E85D44">
        <w:rPr>
          <w:rFonts w:eastAsia="Times New Roman" w:cs="Times New Roman"/>
          <w:lang w:eastAsia="cs-CZ"/>
        </w:rPr>
        <w:t xml:space="preserve"> DPH</w:t>
      </w:r>
      <w:r w:rsidR="00DC385E">
        <w:rPr>
          <w:rFonts w:eastAsia="Times New Roman" w:cs="Times New Roman"/>
          <w:lang w:eastAsia="cs-CZ"/>
        </w:rPr>
        <w:t xml:space="preserve"> v součtu za obě tyto dodávky</w:t>
      </w:r>
      <w:r w:rsidR="00E85D44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75351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75351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68000775" w14:textId="1EBDCE27" w:rsidR="00E85D44" w:rsidRDefault="00E85D44" w:rsidP="00D6480D">
      <w:pPr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06045A" w14:textId="77777777" w:rsidR="00CC64BF" w:rsidRDefault="00CC64BF" w:rsidP="00962258">
      <w:pPr>
        <w:spacing w:after="0" w:line="240" w:lineRule="auto"/>
      </w:pPr>
      <w:r>
        <w:separator/>
      </w:r>
    </w:p>
  </w:endnote>
  <w:endnote w:type="continuationSeparator" w:id="0">
    <w:p w14:paraId="697B53A4" w14:textId="77777777" w:rsidR="00CC64BF" w:rsidRDefault="00CC64B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D6C11C1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07F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07F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F7FF4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0A2DB0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2BB5C1E0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07F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07F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87A8D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332A42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6BFE557C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07F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07F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A2DDD7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5E3FED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57426" w14:textId="77777777" w:rsidR="00CC64BF" w:rsidRDefault="00CC64BF" w:rsidP="00962258">
      <w:pPr>
        <w:spacing w:after="0" w:line="240" w:lineRule="auto"/>
      </w:pPr>
      <w:r>
        <w:separator/>
      </w:r>
    </w:p>
  </w:footnote>
  <w:footnote w:type="continuationSeparator" w:id="0">
    <w:p w14:paraId="56ADCBAD" w14:textId="77777777" w:rsidR="00CC64BF" w:rsidRDefault="00CC64BF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2146E6"/>
    <w:multiLevelType w:val="hybridMultilevel"/>
    <w:tmpl w:val="3F82D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1"/>
  </w:num>
  <w:num w:numId="17">
    <w:abstractNumId w:val="4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1"/>
  </w:num>
  <w:num w:numId="29">
    <w:abstractNumId w:val="4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5"/>
  </w:num>
  <w:num w:numId="35">
    <w:abstractNumId w:val="12"/>
  </w:num>
  <w:num w:numId="36">
    <w:abstractNumId w:val="3"/>
  </w:num>
  <w:num w:numId="3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07F1"/>
    <w:rsid w:val="00491827"/>
    <w:rsid w:val="004B29AE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53512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21B4"/>
    <w:rsid w:val="008A3568"/>
    <w:rsid w:val="008B1A2C"/>
    <w:rsid w:val="008D03B9"/>
    <w:rsid w:val="008F18D6"/>
    <w:rsid w:val="008F2D67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AE65F3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44F6A"/>
    <w:rsid w:val="00C47AE3"/>
    <w:rsid w:val="00C636FB"/>
    <w:rsid w:val="00C87B78"/>
    <w:rsid w:val="00CC64BF"/>
    <w:rsid w:val="00CD1FC4"/>
    <w:rsid w:val="00D21061"/>
    <w:rsid w:val="00D31FF5"/>
    <w:rsid w:val="00D33947"/>
    <w:rsid w:val="00D4108E"/>
    <w:rsid w:val="00D6163D"/>
    <w:rsid w:val="00D6480D"/>
    <w:rsid w:val="00D73D46"/>
    <w:rsid w:val="00D831A3"/>
    <w:rsid w:val="00DC385E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ED344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B1F8CA"/>
  <w15:docId w15:val="{03964877-6909-4FF7-A7C8-274170011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A206D4-3DC8-49FA-8099-8F9710110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33</TotalTime>
  <Pages>6</Pages>
  <Words>842</Words>
  <Characters>4973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Herdová Veronika, DiS.</cp:lastModifiedBy>
  <cp:revision>8</cp:revision>
  <cp:lastPrinted>2017-11-28T17:18:00Z</cp:lastPrinted>
  <dcterms:created xsi:type="dcterms:W3CDTF">2022-04-29T11:42:00Z</dcterms:created>
  <dcterms:modified xsi:type="dcterms:W3CDTF">2022-05-04T07:50:00Z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